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E3D" w:rsidRPr="00E8745E" w:rsidRDefault="00022E3D">
      <w:pPr>
        <w:rPr>
          <w:color w:val="808080"/>
        </w:rPr>
      </w:pPr>
      <w:r w:rsidRPr="00E8745E">
        <w:rPr>
          <w:color w:val="808080"/>
        </w:rPr>
        <w:t>Student Name: _____________________________</w:t>
      </w:r>
    </w:p>
    <w:p w:rsidR="00022E3D" w:rsidRPr="00E8745E" w:rsidRDefault="00022E3D">
      <w:pPr>
        <w:rPr>
          <w:color w:val="808080"/>
        </w:rPr>
      </w:pPr>
      <w:r w:rsidRPr="00E8745E">
        <w:rPr>
          <w:color w:val="808080"/>
        </w:rPr>
        <w:t>Parent Signature: __________________________________</w:t>
      </w:r>
    </w:p>
    <w:p w:rsidR="00022E3D" w:rsidRPr="00E8745E" w:rsidRDefault="00022E3D" w:rsidP="00ED370F">
      <w:pPr>
        <w:jc w:val="center"/>
        <w:rPr>
          <w:rFonts w:ascii="Arial" w:hAnsi="Arial" w:cs="Arial"/>
          <w:color w:val="808080"/>
          <w:sz w:val="28"/>
          <w:szCs w:val="28"/>
        </w:rPr>
      </w:pPr>
      <w:r>
        <w:rPr>
          <w:rFonts w:ascii="Arial" w:hAnsi="Arial" w:cs="Arial"/>
          <w:color w:val="808080"/>
          <w:sz w:val="28"/>
          <w:szCs w:val="28"/>
        </w:rPr>
        <w:t>Best Foot Forward</w:t>
      </w:r>
      <w:r>
        <w:rPr>
          <w:rFonts w:ascii="Arial" w:hAnsi="Arial" w:cs="Arial"/>
          <w:color w:val="808080"/>
          <w:sz w:val="28"/>
          <w:szCs w:val="28"/>
        </w:rPr>
        <w:br/>
        <w:t>Chapters 20-21</w:t>
      </w:r>
      <w:r w:rsidRPr="00E8745E">
        <w:rPr>
          <w:rFonts w:ascii="Arial" w:hAnsi="Arial" w:cs="Arial"/>
          <w:color w:val="808080"/>
          <w:sz w:val="28"/>
          <w:szCs w:val="28"/>
        </w:rPr>
        <w:t xml:space="preserve"> Quiz</w:t>
      </w:r>
      <w:r w:rsidRPr="00E8745E">
        <w:rPr>
          <w:rFonts w:ascii="Arial" w:hAnsi="Arial" w:cs="Arial"/>
          <w:color w:val="808080"/>
          <w:sz w:val="28"/>
          <w:szCs w:val="28"/>
        </w:rPr>
        <w:br/>
      </w:r>
    </w:p>
    <w:p w:rsidR="00022E3D" w:rsidRPr="00E8745E" w:rsidRDefault="00022E3D" w:rsidP="004730A8">
      <w:pPr>
        <w:pStyle w:val="ListParagraph"/>
        <w:numPr>
          <w:ilvl w:val="0"/>
          <w:numId w:val="1"/>
        </w:numPr>
        <w:rPr>
          <w:color w:val="808080"/>
        </w:rPr>
      </w:pPr>
      <w:r>
        <w:rPr>
          <w:color w:val="808080"/>
        </w:rPr>
        <w:t>The beginning of Chapter 20 mentions that Gladstone Shoes distributed customer comment cards. Which of the following best describes the return of the comment cards</w:t>
      </w:r>
      <w:r w:rsidRPr="00E8745E">
        <w:rPr>
          <w:color w:val="808080"/>
        </w:rPr>
        <w:t>?</w:t>
      </w:r>
    </w:p>
    <w:p w:rsidR="00022E3D" w:rsidRPr="00E8745E" w:rsidRDefault="00022E3D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People were extremely happy with the design and quality of the shoes.</w:t>
      </w:r>
    </w:p>
    <w:p w:rsidR="00022E3D" w:rsidRDefault="00022E3D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People were extremely unhappy with the design and quality of the shoes.</w:t>
      </w:r>
    </w:p>
    <w:p w:rsidR="00022E3D" w:rsidRPr="00E8745E" w:rsidRDefault="00022E3D" w:rsidP="00501C5D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People were extremely happy with the low prices of the shoes.</w:t>
      </w:r>
    </w:p>
    <w:p w:rsidR="00022E3D" w:rsidRPr="00E8745E" w:rsidRDefault="00022E3D" w:rsidP="00501C5D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People were extremely unhappy with the high prices of the shoes.</w:t>
      </w:r>
      <w:r w:rsidRPr="00E8745E">
        <w:rPr>
          <w:color w:val="808080"/>
        </w:rPr>
        <w:br/>
      </w:r>
    </w:p>
    <w:p w:rsidR="00022E3D" w:rsidRPr="00E8745E" w:rsidRDefault="00022E3D" w:rsidP="004730A8">
      <w:pPr>
        <w:pStyle w:val="ListParagraph"/>
        <w:numPr>
          <w:ilvl w:val="0"/>
          <w:numId w:val="1"/>
        </w:numPr>
        <w:rPr>
          <w:color w:val="808080"/>
        </w:rPr>
      </w:pPr>
      <w:r>
        <w:rPr>
          <w:color w:val="808080"/>
        </w:rPr>
        <w:t>What major discovery does Jenna make in Chapter 20</w:t>
      </w:r>
      <w:r w:rsidRPr="00E8745E">
        <w:rPr>
          <w:color w:val="808080"/>
        </w:rPr>
        <w:t>?</w:t>
      </w:r>
    </w:p>
    <w:p w:rsidR="00022E3D" w:rsidRPr="00E8745E" w:rsidRDefault="00022E3D" w:rsidP="004730A8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 xml:space="preserve">Even though they say they are made in the </w:t>
      </w:r>
      <w:smartTag w:uri="urn:schemas-microsoft-com:office:smarttags" w:element="country-region">
        <w:r>
          <w:rPr>
            <w:color w:val="808080"/>
          </w:rPr>
          <w:t>United States</w:t>
        </w:r>
      </w:smartTag>
      <w:r>
        <w:rPr>
          <w:color w:val="808080"/>
        </w:rPr>
        <w:t xml:space="preserve">, </w:t>
      </w:r>
      <w:smartTag w:uri="urn:schemas-microsoft-com:office:smarttags" w:element="City">
        <w:r>
          <w:rPr>
            <w:color w:val="808080"/>
          </w:rPr>
          <w:t>Gladstone</w:t>
        </w:r>
      </w:smartTag>
      <w:r>
        <w:rPr>
          <w:color w:val="808080"/>
        </w:rPr>
        <w:t xml:space="preserve"> shoes are being made outside of the </w:t>
      </w:r>
      <w:smartTag w:uri="urn:schemas-microsoft-com:office:smarttags" w:element="place">
        <w:smartTag w:uri="urn:schemas-microsoft-com:office:smarttags" w:element="country-region">
          <w:r>
            <w:rPr>
              <w:color w:val="808080"/>
            </w:rPr>
            <w:t>United States</w:t>
          </w:r>
        </w:smartTag>
      </w:smartTag>
      <w:r>
        <w:rPr>
          <w:color w:val="808080"/>
        </w:rPr>
        <w:t>.</w:t>
      </w:r>
    </w:p>
    <w:p w:rsidR="00022E3D" w:rsidRDefault="00022E3D" w:rsidP="00501C5D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 xml:space="preserve">The new design of </w:t>
      </w:r>
      <w:smartTag w:uri="urn:schemas-microsoft-com:office:smarttags" w:element="City">
        <w:smartTag w:uri="urn:schemas-microsoft-com:office:smarttags" w:element="place">
          <w:r>
            <w:rPr>
              <w:color w:val="808080"/>
            </w:rPr>
            <w:t>Gladstone</w:t>
          </w:r>
        </w:smartTag>
      </w:smartTag>
      <w:r>
        <w:rPr>
          <w:color w:val="808080"/>
        </w:rPr>
        <w:t xml:space="preserve"> shoes is the reason Mrs. Gladstone has hip problems.</w:t>
      </w:r>
      <w:r w:rsidRPr="00501C5D">
        <w:rPr>
          <w:color w:val="808080"/>
        </w:rPr>
        <w:t xml:space="preserve"> </w:t>
      </w:r>
    </w:p>
    <w:p w:rsidR="00022E3D" w:rsidRPr="00E8745E" w:rsidRDefault="00022E3D" w:rsidP="00501C5D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 xml:space="preserve">Charlie has only been pretending to like her because he is a spy for </w:t>
      </w:r>
      <w:smartTag w:uri="urn:schemas-microsoft-com:office:smarttags" w:element="place">
        <w:smartTag w:uri="urn:schemas-microsoft-com:office:smarttags" w:element="City">
          <w:r>
            <w:rPr>
              <w:color w:val="808080"/>
            </w:rPr>
            <w:t>Gladstone</w:t>
          </w:r>
        </w:smartTag>
      </w:smartTag>
      <w:r>
        <w:rPr>
          <w:color w:val="808080"/>
        </w:rPr>
        <w:t xml:space="preserve"> shoes.</w:t>
      </w:r>
    </w:p>
    <w:p w:rsidR="00022E3D" w:rsidRPr="00E8745E" w:rsidRDefault="00022E3D" w:rsidP="00501C5D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 xml:space="preserve">Tanner has only been pretending to like her because he is a spy for </w:t>
      </w:r>
      <w:smartTag w:uri="urn:schemas-microsoft-com:office:smarttags" w:element="place">
        <w:smartTag w:uri="urn:schemas-microsoft-com:office:smarttags" w:element="City">
          <w:r>
            <w:rPr>
              <w:color w:val="808080"/>
            </w:rPr>
            <w:t>Gladstone</w:t>
          </w:r>
        </w:smartTag>
      </w:smartTag>
      <w:r>
        <w:rPr>
          <w:color w:val="808080"/>
        </w:rPr>
        <w:t xml:space="preserve"> shoes.</w:t>
      </w:r>
      <w:r w:rsidRPr="00E8745E">
        <w:rPr>
          <w:color w:val="808080"/>
        </w:rPr>
        <w:br/>
      </w:r>
    </w:p>
    <w:p w:rsidR="00022E3D" w:rsidRPr="00E8745E" w:rsidRDefault="00022E3D" w:rsidP="00ED370F">
      <w:pPr>
        <w:pStyle w:val="ListParagraph"/>
        <w:numPr>
          <w:ilvl w:val="0"/>
          <w:numId w:val="1"/>
        </w:numPr>
        <w:rPr>
          <w:color w:val="808080"/>
        </w:rPr>
      </w:pPr>
      <w:r>
        <w:rPr>
          <w:color w:val="808080"/>
        </w:rPr>
        <w:t>Who is the first person Jenna tells about her discovery</w:t>
      </w:r>
      <w:r w:rsidRPr="00E8745E">
        <w:rPr>
          <w:color w:val="808080"/>
        </w:rPr>
        <w:t>?</w:t>
      </w:r>
    </w:p>
    <w:p w:rsidR="00022E3D" w:rsidRPr="00E8745E" w:rsidRDefault="00022E3D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Charlie</w:t>
      </w:r>
    </w:p>
    <w:p w:rsidR="00022E3D" w:rsidRPr="00E8745E" w:rsidRDefault="00022E3D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Tanner</w:t>
      </w:r>
    </w:p>
    <w:p w:rsidR="00022E3D" w:rsidRPr="00E8745E" w:rsidRDefault="00022E3D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Mrs. Gladstone</w:t>
      </w:r>
    </w:p>
    <w:p w:rsidR="00022E3D" w:rsidRPr="00E8745E" w:rsidRDefault="00022E3D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Jenna’s mother</w:t>
      </w:r>
      <w:r w:rsidRPr="00E8745E">
        <w:rPr>
          <w:color w:val="808080"/>
        </w:rPr>
        <w:br/>
      </w:r>
    </w:p>
    <w:p w:rsidR="00022E3D" w:rsidRPr="00E8745E" w:rsidRDefault="00022E3D" w:rsidP="00ED370F">
      <w:pPr>
        <w:pStyle w:val="ListParagraph"/>
        <w:numPr>
          <w:ilvl w:val="0"/>
          <w:numId w:val="1"/>
        </w:numPr>
        <w:rPr>
          <w:color w:val="808080"/>
        </w:rPr>
      </w:pPr>
      <w:r>
        <w:rPr>
          <w:color w:val="808080"/>
        </w:rPr>
        <w:t>In these chapters, the reader finds out how Tanner got his scar. How did he get it</w:t>
      </w:r>
      <w:r w:rsidRPr="00E8745E">
        <w:rPr>
          <w:color w:val="808080"/>
        </w:rPr>
        <w:t>?</w:t>
      </w:r>
    </w:p>
    <w:p w:rsidR="00022E3D" w:rsidRDefault="00022E3D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He is accidentally cut when Webster is playing with knives.</w:t>
      </w:r>
    </w:p>
    <w:p w:rsidR="00022E3D" w:rsidRPr="00E8745E" w:rsidRDefault="00022E3D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His father cuts him with a knife.</w:t>
      </w:r>
    </w:p>
    <w:p w:rsidR="00022E3D" w:rsidRPr="00E8745E" w:rsidRDefault="00022E3D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He is cut with a knife in a fight in jail.</w:t>
      </w:r>
    </w:p>
    <w:p w:rsidR="00022E3D" w:rsidRPr="00E8745E" w:rsidRDefault="00022E3D" w:rsidP="00501C5D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He accidentally cuts himself while trying to impress a girl by juggling knives.</w:t>
      </w:r>
      <w:r w:rsidRPr="00E8745E">
        <w:rPr>
          <w:color w:val="808080"/>
        </w:rPr>
        <w:br/>
      </w:r>
    </w:p>
    <w:p w:rsidR="00022E3D" w:rsidRPr="00E8745E" w:rsidRDefault="00022E3D" w:rsidP="00ED370F">
      <w:pPr>
        <w:pStyle w:val="ListParagraph"/>
        <w:numPr>
          <w:ilvl w:val="0"/>
          <w:numId w:val="1"/>
        </w:numPr>
        <w:rPr>
          <w:color w:val="808080"/>
        </w:rPr>
      </w:pPr>
      <w:r>
        <w:rPr>
          <w:color w:val="808080"/>
        </w:rPr>
        <w:t xml:space="preserve">In Chapter 21, Mrs. Gladstone reveals a serious problem at the factory where </w:t>
      </w:r>
      <w:smartTag w:uri="urn:schemas-microsoft-com:office:smarttags" w:element="City">
        <w:smartTag w:uri="urn:schemas-microsoft-com:office:smarttags" w:element="place">
          <w:r>
            <w:rPr>
              <w:color w:val="808080"/>
            </w:rPr>
            <w:t>Gladstone</w:t>
          </w:r>
        </w:smartTag>
      </w:smartTag>
      <w:r>
        <w:rPr>
          <w:color w:val="808080"/>
        </w:rPr>
        <w:t xml:space="preserve"> shoes are being manufactured. What is the serious problem</w:t>
      </w:r>
      <w:r w:rsidRPr="00E8745E">
        <w:rPr>
          <w:color w:val="808080"/>
        </w:rPr>
        <w:t>?</w:t>
      </w:r>
    </w:p>
    <w:p w:rsidR="00022E3D" w:rsidRPr="00E8745E" w:rsidRDefault="00022E3D" w:rsidP="00501C5D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The factory is full of toxic fumes that get into the shoes</w:t>
      </w:r>
    </w:p>
    <w:p w:rsidR="00022E3D" w:rsidRPr="00E8745E" w:rsidRDefault="00022E3D" w:rsidP="00501C5D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The factory refuses to employ women</w:t>
      </w:r>
      <w:r w:rsidRPr="00E8745E">
        <w:rPr>
          <w:color w:val="808080"/>
        </w:rPr>
        <w:t>.</w:t>
      </w:r>
    </w:p>
    <w:p w:rsidR="00022E3D" w:rsidRPr="00E8745E" w:rsidRDefault="00022E3D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The factory is infested with rats and mice</w:t>
      </w:r>
      <w:r w:rsidRPr="00E8745E">
        <w:rPr>
          <w:color w:val="808080"/>
        </w:rPr>
        <w:t>.</w:t>
      </w:r>
    </w:p>
    <w:p w:rsidR="00022E3D" w:rsidRPr="00E8745E" w:rsidRDefault="00022E3D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The factory illegally uses child labor</w:t>
      </w:r>
      <w:r w:rsidRPr="00E8745E">
        <w:rPr>
          <w:color w:val="808080"/>
        </w:rPr>
        <w:t>.</w:t>
      </w:r>
    </w:p>
    <w:p w:rsidR="00022E3D" w:rsidRPr="00E8745E" w:rsidRDefault="00022E3D">
      <w:pPr>
        <w:rPr>
          <w:color w:val="808080"/>
        </w:rPr>
      </w:pPr>
    </w:p>
    <w:sectPr w:rsidR="00022E3D" w:rsidRPr="00E8745E" w:rsidSect="008B207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E3D" w:rsidRDefault="00022E3D">
      <w:r>
        <w:separator/>
      </w:r>
    </w:p>
  </w:endnote>
  <w:endnote w:type="continuationSeparator" w:id="1">
    <w:p w:rsidR="00022E3D" w:rsidRDefault="00022E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E3D" w:rsidRDefault="00022E3D">
      <w:r>
        <w:separator/>
      </w:r>
    </w:p>
  </w:footnote>
  <w:footnote w:type="continuationSeparator" w:id="1">
    <w:p w:rsidR="00022E3D" w:rsidRDefault="00022E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E3D" w:rsidRDefault="00022E3D" w:rsidP="007A0DB9">
    <w:pPr>
      <w:pStyle w:val="Header"/>
      <w:jc w:val="center"/>
    </w:pPr>
    <w:r>
      <w:t>Version B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050E3"/>
    <w:multiLevelType w:val="hybridMultilevel"/>
    <w:tmpl w:val="E3A278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1FD8"/>
    <w:rsid w:val="00022E3D"/>
    <w:rsid w:val="001439C5"/>
    <w:rsid w:val="002468D5"/>
    <w:rsid w:val="002742F4"/>
    <w:rsid w:val="004730A8"/>
    <w:rsid w:val="00501C5D"/>
    <w:rsid w:val="00577227"/>
    <w:rsid w:val="005808A6"/>
    <w:rsid w:val="007A0DB9"/>
    <w:rsid w:val="007A188C"/>
    <w:rsid w:val="008B207A"/>
    <w:rsid w:val="00B95386"/>
    <w:rsid w:val="00CA5E8F"/>
    <w:rsid w:val="00CF5A62"/>
    <w:rsid w:val="00E71FD8"/>
    <w:rsid w:val="00E8745E"/>
    <w:rsid w:val="00ED370F"/>
    <w:rsid w:val="00F41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07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730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7A0D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sid w:val="007A0D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257</Words>
  <Characters>1470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Name: _____________________________</dc:title>
  <dc:subject/>
  <dc:creator>Nate</dc:creator>
  <cp:keywords/>
  <dc:description/>
  <cp:lastModifiedBy>Nate Dechongkit</cp:lastModifiedBy>
  <cp:revision>2</cp:revision>
  <cp:lastPrinted>2010-12-17T14:12:00Z</cp:lastPrinted>
  <dcterms:created xsi:type="dcterms:W3CDTF">2010-12-21T12:46:00Z</dcterms:created>
  <dcterms:modified xsi:type="dcterms:W3CDTF">2010-12-21T12:46:00Z</dcterms:modified>
</cp:coreProperties>
</file>